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1B2405B" w14:textId="36276ABE" w:rsidR="00BF54FE" w:rsidRPr="00ED5E40" w:rsidRDefault="00237F99" w:rsidP="006C2343">
          <w:pPr>
            <w:pStyle w:val="Tituldatum"/>
          </w:pPr>
          <w:r w:rsidRPr="00237F99">
            <w:rPr>
              <w:rStyle w:val="Nzevakce"/>
            </w:rPr>
            <w:t>Rekonstrukce ŽST Moravská Třebová</w:t>
          </w:r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2136BC23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973E08">
        <w:t>24</w:t>
      </w:r>
      <w:r w:rsidR="007E794F">
        <w:t>.</w:t>
      </w:r>
      <w:r w:rsidR="00973E08">
        <w:t>3</w:t>
      </w:r>
      <w:r w:rsidR="0074209E">
        <w:t>.202</w:t>
      </w:r>
      <w:r w:rsidR="00353475">
        <w:t>1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6B973A9E" w14:textId="77777777" w:rsidR="00D2728C" w:rsidRDefault="001E1CD7" w:rsidP="00D2728C">
      <w:pPr>
        <w:autoSpaceDE w:val="0"/>
        <w:autoSpaceDN w:val="0"/>
        <w:spacing w:after="0"/>
        <w:jc w:val="both"/>
      </w:pPr>
      <w:r>
        <w:t>•</w:t>
      </w:r>
      <w:r>
        <w:tab/>
      </w:r>
      <w:r w:rsidR="00D2728C" w:rsidRPr="00DC13DA">
        <w:rPr>
          <w:rFonts w:eastAsia="Times New Roman" w:cs="Arial"/>
          <w:iCs/>
          <w:lang w:eastAsia="cs-CZ"/>
        </w:rPr>
        <w:t>K-05/1 - vedoucí výlukových prací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13C82E80" w14:textId="4878493A" w:rsidR="00C74D0E" w:rsidRPr="00353475" w:rsidRDefault="00FA1270" w:rsidP="00973E08">
      <w:pPr>
        <w:autoSpaceDE w:val="0"/>
        <w:autoSpaceDN w:val="0"/>
        <w:spacing w:after="0"/>
        <w:jc w:val="both"/>
      </w:pPr>
      <w:r>
        <w:t xml:space="preserve">Pro dané období </w:t>
      </w:r>
      <w:r w:rsidR="00973E08">
        <w:t>ne</w:t>
      </w:r>
      <w:r>
        <w:t xml:space="preserve">jsou </w:t>
      </w:r>
      <w:r w:rsidR="007628F3">
        <w:t>v současné době</w:t>
      </w:r>
      <w:r>
        <w:t xml:space="preserve"> plánovány </w:t>
      </w:r>
      <w:r w:rsidR="00973E08">
        <w:t>žádné související práce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F78B2" w14:textId="77777777" w:rsidR="00C74D0E" w:rsidRDefault="00C74D0E" w:rsidP="00962258">
      <w:pPr>
        <w:spacing w:after="0" w:line="240" w:lineRule="auto"/>
      </w:pPr>
      <w:r>
        <w:separator/>
      </w:r>
    </w:p>
  </w:endnote>
  <w:endnote w:type="continuationSeparator" w:id="0">
    <w:p w14:paraId="1D83E1E5" w14:textId="77777777" w:rsidR="00C74D0E" w:rsidRDefault="00C74D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0132AEDC" w:rsidR="00C74D0E" w:rsidRPr="003462EB" w:rsidRDefault="00175603" w:rsidP="003462EB">
          <w:pPr>
            <w:pStyle w:val="Zpatvlevo"/>
          </w:pPr>
          <w:fldSimple w:instr=" STYLEREF  _Název_akce  \* MERGEFORMAT ">
            <w:r w:rsidR="00237F99">
              <w:rPr>
                <w:noProof/>
              </w:rPr>
              <w:t>Rekonstrukce ŽST Moravská Třebová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175603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77777777" w:rsidR="00C74D0E" w:rsidRPr="005D19D8" w:rsidRDefault="00C74D0E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821AB" w14:textId="77777777" w:rsidR="00C74D0E" w:rsidRDefault="00C74D0E" w:rsidP="00962258">
      <w:pPr>
        <w:spacing w:after="0" w:line="240" w:lineRule="auto"/>
      </w:pPr>
      <w:r>
        <w:separator/>
      </w:r>
    </w:p>
  </w:footnote>
  <w:footnote w:type="continuationSeparator" w:id="0">
    <w:p w14:paraId="1139E519" w14:textId="77777777" w:rsidR="00C74D0E" w:rsidRDefault="00C74D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75779" w14:textId="77777777" w:rsidR="00237F99" w:rsidRDefault="00237F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7625C" w14:textId="77777777" w:rsidR="00237F99" w:rsidRDefault="00237F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2"/>
  </w:num>
  <w:num w:numId="15">
    <w:abstractNumId w:val="3"/>
  </w:num>
  <w:num w:numId="16">
    <w:abstractNumId w:val="0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5603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2007BA"/>
    <w:rsid w:val="002038C9"/>
    <w:rsid w:val="002071BB"/>
    <w:rsid w:val="00207DF5"/>
    <w:rsid w:val="0022485E"/>
    <w:rsid w:val="00232000"/>
    <w:rsid w:val="00237F99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73E08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2728C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5</TotalTime>
  <Pages>2</Pages>
  <Words>121</Words>
  <Characters>719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Charvát Martin  Ing.</cp:lastModifiedBy>
  <cp:revision>5</cp:revision>
  <cp:lastPrinted>2020-03-12T11:50:00Z</cp:lastPrinted>
  <dcterms:created xsi:type="dcterms:W3CDTF">2021-03-24T10:34:00Z</dcterms:created>
  <dcterms:modified xsi:type="dcterms:W3CDTF">2021-03-29T11:00:00Z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